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0" w:type="auto"/>
        <w:tblLook w:val="04A0" w:firstRow="1" w:lastRow="0" w:firstColumn="1" w:lastColumn="0" w:noHBand="0" w:noVBand="1"/>
      </w:tblPr>
      <w:tblGrid>
        <w:gridCol w:w="2846"/>
        <w:gridCol w:w="6504"/>
      </w:tblGrid>
      <w:tr w:rsidR="00600034" w:rsidTr="00E6231C">
        <w:tc>
          <w:tcPr>
            <w:tcW w:w="2898" w:type="dxa"/>
          </w:tcPr>
          <w:p w:rsidR="00600034" w:rsidRPr="00600034" w:rsidRDefault="00E6231C" w:rsidP="00600034">
            <w:pPr>
              <w:jc w:val="center"/>
              <w:rPr>
                <w:b/>
              </w:rPr>
            </w:pPr>
            <w:bookmarkStart w:id="0" w:name="_GoBack"/>
            <w:bookmarkEnd w:id="0"/>
            <w:r>
              <w:rPr>
                <w:b/>
              </w:rPr>
              <w:t xml:space="preserve">NAME OF </w:t>
            </w:r>
            <w:r w:rsidR="00600034" w:rsidRPr="00600034">
              <w:rPr>
                <w:b/>
              </w:rPr>
              <w:t>APP</w:t>
            </w:r>
          </w:p>
        </w:tc>
        <w:tc>
          <w:tcPr>
            <w:tcW w:w="6678" w:type="dxa"/>
          </w:tcPr>
          <w:p w:rsidR="00600034" w:rsidRPr="00600034" w:rsidRDefault="00600034" w:rsidP="00600034">
            <w:pPr>
              <w:jc w:val="center"/>
              <w:rPr>
                <w:b/>
              </w:rPr>
            </w:pPr>
            <w:r w:rsidRPr="00600034">
              <w:rPr>
                <w:b/>
              </w:rPr>
              <w:t>WHAT APP DOES</w:t>
            </w:r>
          </w:p>
        </w:tc>
      </w:tr>
      <w:tr w:rsidR="00600034" w:rsidTr="00E6231C">
        <w:tc>
          <w:tcPr>
            <w:tcW w:w="2898" w:type="dxa"/>
          </w:tcPr>
          <w:p w:rsidR="00600034" w:rsidRPr="00600034" w:rsidRDefault="00600034">
            <w:pPr>
              <w:rPr>
                <w:b/>
              </w:rPr>
            </w:pPr>
            <w:r w:rsidRPr="00600034">
              <w:rPr>
                <w:b/>
              </w:rPr>
              <w:t>1</w:t>
            </w:r>
            <w:r w:rsidR="00EF4ED8">
              <w:rPr>
                <w:b/>
              </w:rPr>
              <w:t xml:space="preserve">    </w:t>
            </w:r>
            <w:proofErr w:type="spellStart"/>
            <w:r w:rsidR="00EF4ED8">
              <w:rPr>
                <w:b/>
              </w:rPr>
              <w:t>ProProfs</w:t>
            </w:r>
            <w:proofErr w:type="spellEnd"/>
            <w:r w:rsidR="00EF4ED8">
              <w:rPr>
                <w:b/>
              </w:rPr>
              <w:t xml:space="preserve"> Quiz Maker</w:t>
            </w:r>
          </w:p>
        </w:tc>
        <w:tc>
          <w:tcPr>
            <w:tcW w:w="6678" w:type="dxa"/>
          </w:tcPr>
          <w:p w:rsidR="00600034" w:rsidRDefault="00EF4ED8">
            <w:r>
              <w:t>This app lets you create your own quizzes or you can use their 300.000 ready to use quizzes. It has automated grading and instant quiz completion certificates.</w:t>
            </w:r>
          </w:p>
          <w:p w:rsidR="007D78D0" w:rsidRDefault="007D78D0"/>
        </w:tc>
      </w:tr>
      <w:tr w:rsidR="00600034" w:rsidTr="00E6231C">
        <w:tc>
          <w:tcPr>
            <w:tcW w:w="2898" w:type="dxa"/>
          </w:tcPr>
          <w:p w:rsidR="00600034" w:rsidRPr="00600034" w:rsidRDefault="00600034">
            <w:pPr>
              <w:rPr>
                <w:b/>
              </w:rPr>
            </w:pPr>
            <w:r w:rsidRPr="00600034">
              <w:rPr>
                <w:b/>
              </w:rPr>
              <w:t>2</w:t>
            </w:r>
            <w:r w:rsidR="00EF4ED8">
              <w:rPr>
                <w:b/>
              </w:rPr>
              <w:t xml:space="preserve">   Connected Mind</w:t>
            </w:r>
          </w:p>
        </w:tc>
        <w:tc>
          <w:tcPr>
            <w:tcW w:w="6678" w:type="dxa"/>
          </w:tcPr>
          <w:p w:rsidR="00600034" w:rsidRDefault="00EF4ED8">
            <w:r>
              <w:t xml:space="preserve">This app lets you draw mind maps and store them in the cloud for future access. This reminds me of a Venn diagrams which I enjoyed doing in school as I am a visual learner. </w:t>
            </w:r>
          </w:p>
          <w:p w:rsidR="007D78D0" w:rsidRDefault="007D78D0"/>
        </w:tc>
      </w:tr>
      <w:tr w:rsidR="00600034" w:rsidTr="00E6231C">
        <w:tc>
          <w:tcPr>
            <w:tcW w:w="2898" w:type="dxa"/>
          </w:tcPr>
          <w:p w:rsidR="00600034" w:rsidRPr="00600034" w:rsidRDefault="00600034">
            <w:pPr>
              <w:rPr>
                <w:b/>
              </w:rPr>
            </w:pPr>
            <w:r w:rsidRPr="00600034">
              <w:rPr>
                <w:b/>
              </w:rPr>
              <w:t>3</w:t>
            </w:r>
            <w:r w:rsidR="00EF4ED8">
              <w:rPr>
                <w:b/>
              </w:rPr>
              <w:t xml:space="preserve">  </w:t>
            </w:r>
            <w:proofErr w:type="spellStart"/>
            <w:r w:rsidR="00EF4ED8">
              <w:rPr>
                <w:b/>
              </w:rPr>
              <w:t>Socrative</w:t>
            </w:r>
            <w:proofErr w:type="spellEnd"/>
            <w:r w:rsidR="00EF4ED8">
              <w:rPr>
                <w:b/>
              </w:rPr>
              <w:t xml:space="preserve"> Student </w:t>
            </w:r>
          </w:p>
        </w:tc>
        <w:tc>
          <w:tcPr>
            <w:tcW w:w="6678" w:type="dxa"/>
          </w:tcPr>
          <w:p w:rsidR="00600034" w:rsidRDefault="00EF4ED8">
            <w:r>
              <w:t xml:space="preserve">This app lets students share their understanding by answering questions in a variety of formats such as polls, races, or quizzes. I think this would be a great app to use! </w:t>
            </w:r>
          </w:p>
          <w:p w:rsidR="007D78D0" w:rsidRDefault="007D78D0"/>
        </w:tc>
      </w:tr>
      <w:tr w:rsidR="00600034" w:rsidTr="00E6231C">
        <w:tc>
          <w:tcPr>
            <w:tcW w:w="2898" w:type="dxa"/>
          </w:tcPr>
          <w:p w:rsidR="00600034" w:rsidRPr="00600034" w:rsidRDefault="00600034">
            <w:pPr>
              <w:rPr>
                <w:b/>
              </w:rPr>
            </w:pPr>
            <w:r w:rsidRPr="00600034">
              <w:rPr>
                <w:b/>
              </w:rPr>
              <w:t>4</w:t>
            </w:r>
            <w:r w:rsidR="00EF4ED8">
              <w:rPr>
                <w:b/>
              </w:rPr>
              <w:t xml:space="preserve">  Cram flashcards</w:t>
            </w:r>
          </w:p>
        </w:tc>
        <w:tc>
          <w:tcPr>
            <w:tcW w:w="6678" w:type="dxa"/>
          </w:tcPr>
          <w:p w:rsidR="007D78D0" w:rsidRDefault="00EF4ED8">
            <w:r>
              <w:t xml:space="preserve">This app allows you to create flashcards. I used to do flashcards as a student and this would prevent tired hands. </w:t>
            </w:r>
          </w:p>
          <w:p w:rsidR="00600034" w:rsidRDefault="00600034"/>
        </w:tc>
      </w:tr>
      <w:tr w:rsidR="00600034" w:rsidTr="00E6231C">
        <w:tc>
          <w:tcPr>
            <w:tcW w:w="2898" w:type="dxa"/>
          </w:tcPr>
          <w:p w:rsidR="00600034" w:rsidRPr="00600034" w:rsidRDefault="00600034">
            <w:pPr>
              <w:rPr>
                <w:b/>
              </w:rPr>
            </w:pPr>
            <w:r w:rsidRPr="00600034">
              <w:rPr>
                <w:b/>
              </w:rPr>
              <w:t>5</w:t>
            </w:r>
            <w:r w:rsidR="00EF4ED8">
              <w:rPr>
                <w:b/>
              </w:rPr>
              <w:t xml:space="preserve">  StudyMode</w:t>
            </w:r>
          </w:p>
        </w:tc>
        <w:tc>
          <w:tcPr>
            <w:tcW w:w="6678" w:type="dxa"/>
          </w:tcPr>
          <w:p w:rsidR="00600034" w:rsidRDefault="00EF4ED8">
            <w:r>
              <w:t>This app provides a network of educational websites and allows students to share and review materials such as research papers, book notes, and a citation generator. I would most certainly use this app!</w:t>
            </w:r>
          </w:p>
          <w:p w:rsidR="007D78D0" w:rsidRDefault="007D78D0"/>
        </w:tc>
      </w:tr>
      <w:tr w:rsidR="00600034" w:rsidTr="00E6231C">
        <w:tc>
          <w:tcPr>
            <w:tcW w:w="2898" w:type="dxa"/>
          </w:tcPr>
          <w:p w:rsidR="00600034" w:rsidRPr="00600034" w:rsidRDefault="00600034">
            <w:pPr>
              <w:rPr>
                <w:b/>
              </w:rPr>
            </w:pPr>
            <w:r w:rsidRPr="00600034">
              <w:rPr>
                <w:b/>
              </w:rPr>
              <w:t>6</w:t>
            </w:r>
            <w:r w:rsidR="00EF4ED8">
              <w:rPr>
                <w:b/>
              </w:rPr>
              <w:t xml:space="preserve">  Translator for all languages</w:t>
            </w:r>
          </w:p>
        </w:tc>
        <w:tc>
          <w:tcPr>
            <w:tcW w:w="6678" w:type="dxa"/>
          </w:tcPr>
          <w:p w:rsidR="007D78D0" w:rsidRDefault="00EF4ED8">
            <w:r>
              <w:t xml:space="preserve">This app is used to translate between languages. I would have used this app in high school as I took 4 years of German. In my experience, translation websites are not the best for accurate translations but maybe this app would be better than what I had in school. </w:t>
            </w:r>
          </w:p>
          <w:p w:rsidR="00600034" w:rsidRDefault="00600034"/>
        </w:tc>
      </w:tr>
      <w:tr w:rsidR="00600034" w:rsidTr="00E6231C">
        <w:tc>
          <w:tcPr>
            <w:tcW w:w="2898" w:type="dxa"/>
          </w:tcPr>
          <w:p w:rsidR="00600034" w:rsidRPr="00600034" w:rsidRDefault="00600034">
            <w:pPr>
              <w:rPr>
                <w:b/>
              </w:rPr>
            </w:pPr>
            <w:r w:rsidRPr="00600034">
              <w:rPr>
                <w:b/>
              </w:rPr>
              <w:t>7</w:t>
            </w:r>
            <w:r w:rsidR="00572BA0">
              <w:rPr>
                <w:b/>
              </w:rPr>
              <w:t xml:space="preserve">  Imagine Learning</w:t>
            </w:r>
          </w:p>
        </w:tc>
        <w:tc>
          <w:tcPr>
            <w:tcW w:w="6678" w:type="dxa"/>
          </w:tcPr>
          <w:p w:rsidR="00600034" w:rsidRDefault="00572BA0">
            <w:r>
              <w:t>This app provides learning activities for students Pre-K through 6</w:t>
            </w:r>
            <w:r w:rsidRPr="00572BA0">
              <w:rPr>
                <w:vertAlign w:val="superscript"/>
              </w:rPr>
              <w:t>th</w:t>
            </w:r>
            <w:r>
              <w:t xml:space="preserve"> grade. These games are things such as playing basketball while learning to spell and building a monster why learning the alphabet. This would be a great tool for young learners. </w:t>
            </w:r>
          </w:p>
          <w:p w:rsidR="00600034" w:rsidRDefault="00600034"/>
          <w:p w:rsidR="007D78D0" w:rsidRDefault="007D78D0"/>
        </w:tc>
      </w:tr>
      <w:tr w:rsidR="00600034" w:rsidTr="00E6231C">
        <w:tc>
          <w:tcPr>
            <w:tcW w:w="2898" w:type="dxa"/>
          </w:tcPr>
          <w:p w:rsidR="00600034" w:rsidRPr="00600034" w:rsidRDefault="00600034">
            <w:pPr>
              <w:rPr>
                <w:b/>
              </w:rPr>
            </w:pPr>
            <w:r w:rsidRPr="00600034">
              <w:rPr>
                <w:b/>
              </w:rPr>
              <w:t>8</w:t>
            </w:r>
            <w:r w:rsidR="00572BA0">
              <w:rPr>
                <w:b/>
              </w:rPr>
              <w:t xml:space="preserve">  </w:t>
            </w:r>
            <w:proofErr w:type="spellStart"/>
            <w:r w:rsidR="00572BA0">
              <w:rPr>
                <w:b/>
              </w:rPr>
              <w:t>Nearpod</w:t>
            </w:r>
            <w:proofErr w:type="spellEnd"/>
          </w:p>
        </w:tc>
        <w:tc>
          <w:tcPr>
            <w:tcW w:w="6678" w:type="dxa"/>
          </w:tcPr>
          <w:p w:rsidR="00600034" w:rsidRDefault="00572BA0">
            <w:proofErr w:type="spellStart"/>
            <w:r>
              <w:t>Nearpod</w:t>
            </w:r>
            <w:proofErr w:type="spellEnd"/>
            <w:r>
              <w:t xml:space="preserve"> is an app that allows teachers to use their tablets or other mobile device to manage content on student’s mobile devices, Chromebooks, PCs, and Macs. This would be very useful especially when engaging and sharing information with students.</w:t>
            </w:r>
          </w:p>
          <w:p w:rsidR="007D78D0" w:rsidRDefault="007D78D0"/>
        </w:tc>
      </w:tr>
      <w:tr w:rsidR="00600034" w:rsidTr="00E6231C">
        <w:tc>
          <w:tcPr>
            <w:tcW w:w="2898" w:type="dxa"/>
          </w:tcPr>
          <w:p w:rsidR="00600034" w:rsidRPr="00600034" w:rsidRDefault="00600034">
            <w:pPr>
              <w:rPr>
                <w:b/>
              </w:rPr>
            </w:pPr>
            <w:r w:rsidRPr="00600034">
              <w:rPr>
                <w:b/>
              </w:rPr>
              <w:t>9</w:t>
            </w:r>
            <w:r w:rsidR="00572BA0">
              <w:rPr>
                <w:b/>
              </w:rPr>
              <w:t xml:space="preserve">  </w:t>
            </w:r>
            <w:proofErr w:type="spellStart"/>
            <w:r w:rsidR="00572BA0">
              <w:rPr>
                <w:b/>
              </w:rPr>
              <w:t>Voicenote</w:t>
            </w:r>
            <w:proofErr w:type="spellEnd"/>
          </w:p>
        </w:tc>
        <w:tc>
          <w:tcPr>
            <w:tcW w:w="6678" w:type="dxa"/>
          </w:tcPr>
          <w:p w:rsidR="00600034" w:rsidRDefault="00572BA0">
            <w:r>
              <w:t xml:space="preserve">This app allows you to type with your voice and speech recognition. This would be helpful for both teachers and students as it would save time typing. </w:t>
            </w:r>
          </w:p>
          <w:p w:rsidR="007D78D0" w:rsidRDefault="007D78D0"/>
          <w:p w:rsidR="00600034" w:rsidRDefault="00600034"/>
        </w:tc>
      </w:tr>
      <w:tr w:rsidR="007D78D0" w:rsidTr="00E6231C">
        <w:tc>
          <w:tcPr>
            <w:tcW w:w="2898" w:type="dxa"/>
          </w:tcPr>
          <w:p w:rsidR="007D78D0" w:rsidRPr="00600034" w:rsidRDefault="007D78D0">
            <w:pPr>
              <w:rPr>
                <w:b/>
              </w:rPr>
            </w:pPr>
            <w:r>
              <w:rPr>
                <w:b/>
              </w:rPr>
              <w:t xml:space="preserve">10. </w:t>
            </w:r>
            <w:r w:rsidR="00572BA0">
              <w:rPr>
                <w:b/>
              </w:rPr>
              <w:t>Quotes Book</w:t>
            </w:r>
          </w:p>
        </w:tc>
        <w:tc>
          <w:tcPr>
            <w:tcW w:w="6678" w:type="dxa"/>
          </w:tcPr>
          <w:p w:rsidR="007D78D0" w:rsidRDefault="00572BA0">
            <w:r>
              <w:t xml:space="preserve">This app lets you create and share quotes. It provides full text quote searches from a database. You can also create your own quotes. This app would be fun to use in a classroom to add quotes you hear from students as well as inspirational quotes to share. </w:t>
            </w:r>
          </w:p>
          <w:p w:rsidR="007D78D0" w:rsidRDefault="007D78D0"/>
        </w:tc>
      </w:tr>
      <w:tr w:rsidR="007D78D0" w:rsidTr="00E6231C">
        <w:tc>
          <w:tcPr>
            <w:tcW w:w="2898" w:type="dxa"/>
          </w:tcPr>
          <w:p w:rsidR="007D78D0" w:rsidRPr="00600034" w:rsidRDefault="007D78D0">
            <w:pPr>
              <w:rPr>
                <w:b/>
              </w:rPr>
            </w:pPr>
            <w:r w:rsidRPr="00600034">
              <w:rPr>
                <w:b/>
              </w:rPr>
              <w:t>EXTENSIONS</w:t>
            </w:r>
          </w:p>
        </w:tc>
        <w:tc>
          <w:tcPr>
            <w:tcW w:w="6678" w:type="dxa"/>
          </w:tcPr>
          <w:p w:rsidR="007D78D0" w:rsidRDefault="007D78D0"/>
        </w:tc>
      </w:tr>
      <w:tr w:rsidR="007D78D0" w:rsidTr="00E6231C">
        <w:tc>
          <w:tcPr>
            <w:tcW w:w="2898" w:type="dxa"/>
          </w:tcPr>
          <w:p w:rsidR="007D78D0" w:rsidRPr="00600034" w:rsidRDefault="007D78D0">
            <w:pPr>
              <w:rPr>
                <w:b/>
              </w:rPr>
            </w:pPr>
            <w:r>
              <w:rPr>
                <w:b/>
              </w:rPr>
              <w:t>1</w:t>
            </w:r>
            <w:r w:rsidR="00572BA0">
              <w:rPr>
                <w:b/>
              </w:rPr>
              <w:t xml:space="preserve">  Share to Classroom</w:t>
            </w:r>
          </w:p>
        </w:tc>
        <w:tc>
          <w:tcPr>
            <w:tcW w:w="6678" w:type="dxa"/>
          </w:tcPr>
          <w:p w:rsidR="007D78D0" w:rsidRDefault="00572BA0">
            <w:r>
              <w:t xml:space="preserve">This extension </w:t>
            </w:r>
            <w:r w:rsidR="00594938">
              <w:t xml:space="preserve">allows you to share web pages to any of your classroom classes so that they will open instantly on student’s computers. This extension would be helpful as it would get all students on the right page quickly. </w:t>
            </w:r>
          </w:p>
          <w:p w:rsidR="007D78D0" w:rsidRDefault="007D78D0"/>
        </w:tc>
      </w:tr>
      <w:tr w:rsidR="007D78D0" w:rsidTr="00E6231C">
        <w:tc>
          <w:tcPr>
            <w:tcW w:w="2898" w:type="dxa"/>
          </w:tcPr>
          <w:p w:rsidR="007D78D0" w:rsidRPr="00600034" w:rsidRDefault="007D78D0">
            <w:pPr>
              <w:rPr>
                <w:b/>
              </w:rPr>
            </w:pPr>
            <w:r>
              <w:rPr>
                <w:b/>
              </w:rPr>
              <w:lastRenderedPageBreak/>
              <w:t>2</w:t>
            </w:r>
            <w:r w:rsidR="00594938">
              <w:rPr>
                <w:b/>
              </w:rPr>
              <w:t xml:space="preserve">  Pin it button</w:t>
            </w:r>
          </w:p>
        </w:tc>
        <w:tc>
          <w:tcPr>
            <w:tcW w:w="6678" w:type="dxa"/>
          </w:tcPr>
          <w:p w:rsidR="007D78D0" w:rsidRDefault="00594938">
            <w:r>
              <w:t xml:space="preserve">The Pin it button allows you to save something interesting to </w:t>
            </w:r>
            <w:proofErr w:type="spellStart"/>
            <w:r>
              <w:t>pinterest</w:t>
            </w:r>
            <w:proofErr w:type="spellEnd"/>
            <w:r>
              <w:t xml:space="preserve"> instantly. Being an avid pinner I would love this extension and use it often. </w:t>
            </w:r>
          </w:p>
          <w:p w:rsidR="007D78D0" w:rsidRDefault="007D78D0"/>
        </w:tc>
      </w:tr>
      <w:tr w:rsidR="007D78D0" w:rsidTr="00E6231C">
        <w:tc>
          <w:tcPr>
            <w:tcW w:w="2898" w:type="dxa"/>
          </w:tcPr>
          <w:p w:rsidR="007D78D0" w:rsidRPr="00600034" w:rsidRDefault="007D78D0">
            <w:pPr>
              <w:rPr>
                <w:b/>
              </w:rPr>
            </w:pPr>
            <w:r>
              <w:rPr>
                <w:b/>
              </w:rPr>
              <w:t>3</w:t>
            </w:r>
            <w:r w:rsidR="00594938">
              <w:rPr>
                <w:b/>
              </w:rPr>
              <w:t xml:space="preserve">  Wunderlist</w:t>
            </w:r>
          </w:p>
        </w:tc>
        <w:tc>
          <w:tcPr>
            <w:tcW w:w="6678" w:type="dxa"/>
          </w:tcPr>
          <w:p w:rsidR="007D78D0" w:rsidRDefault="00594938">
            <w:r>
              <w:t>This extension allows you to add new to-dos to your lists. Being a list maker I would use this.</w:t>
            </w:r>
          </w:p>
          <w:p w:rsidR="007D78D0" w:rsidRDefault="007D78D0"/>
        </w:tc>
      </w:tr>
      <w:tr w:rsidR="007D78D0" w:rsidTr="00E6231C">
        <w:tc>
          <w:tcPr>
            <w:tcW w:w="2898" w:type="dxa"/>
          </w:tcPr>
          <w:p w:rsidR="007D78D0" w:rsidRPr="00600034" w:rsidRDefault="007D78D0">
            <w:pPr>
              <w:rPr>
                <w:b/>
              </w:rPr>
            </w:pPr>
            <w:r>
              <w:rPr>
                <w:b/>
              </w:rPr>
              <w:t>4</w:t>
            </w:r>
            <w:r w:rsidR="00594938">
              <w:rPr>
                <w:b/>
              </w:rPr>
              <w:t xml:space="preserve">  Point</w:t>
            </w:r>
          </w:p>
        </w:tc>
        <w:tc>
          <w:tcPr>
            <w:tcW w:w="6678" w:type="dxa"/>
          </w:tcPr>
          <w:p w:rsidR="007D78D0" w:rsidRDefault="00594938">
            <w:r>
              <w:t xml:space="preserve">This is used as a quick way to share and discuss what you can find online. This allows you to send a webpage to a friend. You can even highlight text. I would use this as it seems to be easier than emailing a link. </w:t>
            </w:r>
          </w:p>
          <w:p w:rsidR="007D78D0" w:rsidRDefault="007D78D0"/>
        </w:tc>
      </w:tr>
      <w:tr w:rsidR="007D78D0" w:rsidTr="00E6231C">
        <w:tc>
          <w:tcPr>
            <w:tcW w:w="2898" w:type="dxa"/>
          </w:tcPr>
          <w:p w:rsidR="007D78D0" w:rsidRPr="00600034" w:rsidRDefault="007D78D0">
            <w:pPr>
              <w:rPr>
                <w:b/>
              </w:rPr>
            </w:pPr>
            <w:r>
              <w:rPr>
                <w:b/>
              </w:rPr>
              <w:t>5</w:t>
            </w:r>
            <w:r w:rsidR="00594938">
              <w:rPr>
                <w:b/>
              </w:rPr>
              <w:t xml:space="preserve">  </w:t>
            </w:r>
            <w:proofErr w:type="spellStart"/>
            <w:r w:rsidR="00594938">
              <w:rPr>
                <w:b/>
              </w:rPr>
              <w:t>Pushbullet</w:t>
            </w:r>
            <w:proofErr w:type="spellEnd"/>
          </w:p>
        </w:tc>
        <w:tc>
          <w:tcPr>
            <w:tcW w:w="6678" w:type="dxa"/>
          </w:tcPr>
          <w:p w:rsidR="007D78D0" w:rsidRDefault="00171434">
            <w:r>
              <w:t xml:space="preserve">This allows you share things such as photos, songs, and links that are on your mobile device with your friends. I don’t think I would use this extension but it could be useful. </w:t>
            </w:r>
          </w:p>
          <w:p w:rsidR="007D78D0" w:rsidRDefault="007D78D0"/>
        </w:tc>
      </w:tr>
    </w:tbl>
    <w:p w:rsidR="00DF6CA4" w:rsidRDefault="00DF6CA4"/>
    <w:sectPr w:rsidR="00DF6CA4" w:rsidSect="00600034">
      <w:pgSz w:w="12240" w:h="15840"/>
      <w:pgMar w:top="1152"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00034"/>
    <w:rsid w:val="000A35B6"/>
    <w:rsid w:val="00171434"/>
    <w:rsid w:val="00572BA0"/>
    <w:rsid w:val="00594938"/>
    <w:rsid w:val="00600034"/>
    <w:rsid w:val="007D78D0"/>
    <w:rsid w:val="00A774D7"/>
    <w:rsid w:val="00DF6CA4"/>
    <w:rsid w:val="00E6231C"/>
    <w:rsid w:val="00E80EFB"/>
    <w:rsid w:val="00EF4ED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1B9FE3C-F3D5-4D2F-85CC-97BE4432DF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60003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EABC7E0A</Template>
  <TotalTime>1</TotalTime>
  <Pages>2</Pages>
  <Words>477</Words>
  <Characters>2723</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3194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arlyspeterson</dc:creator>
  <cp:lastModifiedBy>Michelle Webster</cp:lastModifiedBy>
  <cp:revision>2</cp:revision>
  <dcterms:created xsi:type="dcterms:W3CDTF">2015-12-03T01:59:00Z</dcterms:created>
  <dcterms:modified xsi:type="dcterms:W3CDTF">2015-12-03T01:59:00Z</dcterms:modified>
</cp:coreProperties>
</file>